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ACE5D36" w14:textId="77777777" w:rsidTr="00F862D6">
        <w:tc>
          <w:tcPr>
            <w:tcW w:w="1020" w:type="dxa"/>
          </w:tcPr>
          <w:p w14:paraId="258C6BD5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3689DF4" wp14:editId="1C92002F">
                      <wp:simplePos x="0" y="0"/>
                      <wp:positionH relativeFrom="page">
                        <wp:posOffset>3101340</wp:posOffset>
                      </wp:positionH>
                      <wp:positionV relativeFrom="page">
                        <wp:posOffset>294005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9FFA6E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689DF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44.2pt;margin-top:23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1IKfe&#10;3QAAAAoBAAAPAAAAZHJzL2Rvd25yZXYueG1sTI/BTsMwDIbvSLxDZCRuLGUbJSpNpzGxM6LlwDFr&#10;TFvWOFWTbaVPjznBzZY//f/nfDO5XpxxDJ0nDfeLBARS7W1HjYb3an+nQIRoyJreE2r4xgCb4voq&#10;N5n1F3rDcxkbwSEUMqOhjXHIpAx1i86EhR+Q+PbpR2cir2Mj7WguHO56uUySVDrTETe0ZsBdi/Wx&#10;PDnu9dXLcd5GWe1rLJ/tw/z1+jFrfXszbZ9ARJziHwy/+qwOBTsd/IlsEL2GtVJrRnlIVyAYUKla&#10;gjgwmapHkEUu/79Q/AA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C1IKfe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529FFA6E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711971C" w14:textId="77777777" w:rsidR="00F64786" w:rsidRDefault="00F64786" w:rsidP="0077673A"/>
        </w:tc>
        <w:tc>
          <w:tcPr>
            <w:tcW w:w="823" w:type="dxa"/>
          </w:tcPr>
          <w:p w14:paraId="18DEC0A6" w14:textId="77777777" w:rsidR="00F64786" w:rsidRDefault="00F64786" w:rsidP="0077673A"/>
        </w:tc>
        <w:tc>
          <w:tcPr>
            <w:tcW w:w="3685" w:type="dxa"/>
          </w:tcPr>
          <w:p w14:paraId="349171FA" w14:textId="77777777" w:rsidR="00F64786" w:rsidRDefault="00F64786" w:rsidP="0077673A"/>
        </w:tc>
      </w:tr>
      <w:tr w:rsidR="00F862D6" w14:paraId="1863FCD3" w14:textId="77777777" w:rsidTr="00596C7E">
        <w:tc>
          <w:tcPr>
            <w:tcW w:w="1020" w:type="dxa"/>
          </w:tcPr>
          <w:p w14:paraId="69DAAED7" w14:textId="77777777" w:rsidR="00F862D6" w:rsidRDefault="00F862D6" w:rsidP="0077673A"/>
        </w:tc>
        <w:tc>
          <w:tcPr>
            <w:tcW w:w="2552" w:type="dxa"/>
          </w:tcPr>
          <w:p w14:paraId="0572603A" w14:textId="77777777" w:rsidR="00F862D6" w:rsidRDefault="00F862D6" w:rsidP="00764595"/>
        </w:tc>
        <w:tc>
          <w:tcPr>
            <w:tcW w:w="823" w:type="dxa"/>
          </w:tcPr>
          <w:p w14:paraId="0FE236B0" w14:textId="77777777" w:rsidR="00F862D6" w:rsidRDefault="00F862D6" w:rsidP="0077673A"/>
        </w:tc>
        <w:tc>
          <w:tcPr>
            <w:tcW w:w="3685" w:type="dxa"/>
            <w:vMerge w:val="restart"/>
          </w:tcPr>
          <w:p w14:paraId="7458B874" w14:textId="77777777" w:rsidR="00596C7E" w:rsidRDefault="00596C7E" w:rsidP="00596C7E">
            <w:pPr>
              <w:rPr>
                <w:rStyle w:val="Potovnadresa"/>
              </w:rPr>
            </w:pPr>
          </w:p>
          <w:p w14:paraId="0AA93507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2B7EFE0" w14:textId="77777777" w:rsidTr="00F862D6">
        <w:tc>
          <w:tcPr>
            <w:tcW w:w="1020" w:type="dxa"/>
          </w:tcPr>
          <w:p w14:paraId="4EE6F5BB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D6DE0ED" w14:textId="20B61242" w:rsidR="00F862D6" w:rsidRPr="003E6B9A" w:rsidRDefault="00747C41" w:rsidP="0037111D">
            <w:r w:rsidRPr="00747C41">
              <w:rPr>
                <w:rFonts w:ascii="Helvetica" w:hAnsi="Helvetica"/>
              </w:rPr>
              <w:t>3598/2021-SŽ-SSV-Ú3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14:paraId="4B5A9D58" w14:textId="77777777" w:rsidR="00F862D6" w:rsidRDefault="00F862D6" w:rsidP="0077673A"/>
        </w:tc>
        <w:tc>
          <w:tcPr>
            <w:tcW w:w="3685" w:type="dxa"/>
            <w:vMerge/>
          </w:tcPr>
          <w:p w14:paraId="6E530A1D" w14:textId="77777777" w:rsidR="00F862D6" w:rsidRDefault="00F862D6" w:rsidP="0077673A"/>
        </w:tc>
      </w:tr>
      <w:tr w:rsidR="00F862D6" w14:paraId="310EA7B7" w14:textId="77777777" w:rsidTr="00F862D6">
        <w:tc>
          <w:tcPr>
            <w:tcW w:w="1020" w:type="dxa"/>
          </w:tcPr>
          <w:p w14:paraId="657A293B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1A8CB9DE" w14:textId="6FC1BE8F" w:rsidR="00F862D6" w:rsidRPr="003E6B9A" w:rsidRDefault="00747C41" w:rsidP="00CC1E2B">
            <w:r>
              <w:t>2</w:t>
            </w:r>
            <w:r w:rsidR="003E6B9A" w:rsidRPr="003E6B9A">
              <w:t>/0</w:t>
            </w:r>
          </w:p>
        </w:tc>
        <w:tc>
          <w:tcPr>
            <w:tcW w:w="823" w:type="dxa"/>
          </w:tcPr>
          <w:p w14:paraId="23C346AD" w14:textId="77777777" w:rsidR="00F862D6" w:rsidRDefault="00F862D6" w:rsidP="0077673A"/>
        </w:tc>
        <w:tc>
          <w:tcPr>
            <w:tcW w:w="3685" w:type="dxa"/>
            <w:vMerge/>
          </w:tcPr>
          <w:p w14:paraId="157B2A33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FC117CF" w14:textId="77777777" w:rsidTr="00B23CA3">
        <w:trPr>
          <w:trHeight w:val="77"/>
        </w:trPr>
        <w:tc>
          <w:tcPr>
            <w:tcW w:w="1020" w:type="dxa"/>
          </w:tcPr>
          <w:p w14:paraId="1A44F25F" w14:textId="77777777" w:rsidR="00F862D6" w:rsidRDefault="00F862D6" w:rsidP="0077673A"/>
        </w:tc>
        <w:tc>
          <w:tcPr>
            <w:tcW w:w="2552" w:type="dxa"/>
          </w:tcPr>
          <w:p w14:paraId="6212E6A6" w14:textId="77777777" w:rsidR="00F862D6" w:rsidRPr="003E6B9A" w:rsidRDefault="00F862D6" w:rsidP="0077673A"/>
        </w:tc>
        <w:tc>
          <w:tcPr>
            <w:tcW w:w="823" w:type="dxa"/>
          </w:tcPr>
          <w:p w14:paraId="0A275ABB" w14:textId="77777777" w:rsidR="00F862D6" w:rsidRDefault="00F862D6" w:rsidP="0077673A"/>
        </w:tc>
        <w:tc>
          <w:tcPr>
            <w:tcW w:w="3685" w:type="dxa"/>
            <w:vMerge/>
          </w:tcPr>
          <w:p w14:paraId="22D0650B" w14:textId="77777777" w:rsidR="00F862D6" w:rsidRDefault="00F862D6" w:rsidP="0077673A"/>
        </w:tc>
      </w:tr>
      <w:tr w:rsidR="00F862D6" w14:paraId="051C0860" w14:textId="77777777" w:rsidTr="00F862D6">
        <w:tc>
          <w:tcPr>
            <w:tcW w:w="1020" w:type="dxa"/>
          </w:tcPr>
          <w:p w14:paraId="1DBB3E9C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35DBB6B" w14:textId="77777777" w:rsidR="00F862D6" w:rsidRPr="003E6B9A" w:rsidRDefault="00F97CE6" w:rsidP="00FE3455">
            <w:r>
              <w:t>Ing. Magdaléna Holá</w:t>
            </w:r>
          </w:p>
        </w:tc>
        <w:tc>
          <w:tcPr>
            <w:tcW w:w="823" w:type="dxa"/>
          </w:tcPr>
          <w:p w14:paraId="2DEBBC0F" w14:textId="77777777" w:rsidR="00F862D6" w:rsidRDefault="00F862D6" w:rsidP="0077673A"/>
        </w:tc>
        <w:tc>
          <w:tcPr>
            <w:tcW w:w="3685" w:type="dxa"/>
            <w:vMerge/>
          </w:tcPr>
          <w:p w14:paraId="479A4A2A" w14:textId="77777777" w:rsidR="00F862D6" w:rsidRDefault="00F862D6" w:rsidP="0077673A"/>
        </w:tc>
      </w:tr>
      <w:tr w:rsidR="009A7568" w14:paraId="284D548F" w14:textId="77777777" w:rsidTr="00F862D6">
        <w:tc>
          <w:tcPr>
            <w:tcW w:w="1020" w:type="dxa"/>
          </w:tcPr>
          <w:p w14:paraId="1F79F98F" w14:textId="77777777" w:rsidR="009A7568" w:rsidRDefault="009A7568" w:rsidP="009A7568"/>
        </w:tc>
        <w:tc>
          <w:tcPr>
            <w:tcW w:w="2552" w:type="dxa"/>
          </w:tcPr>
          <w:p w14:paraId="25679CA5" w14:textId="77777777" w:rsidR="009A7568" w:rsidRPr="003E6B9A" w:rsidRDefault="009A7568" w:rsidP="009A7568"/>
        </w:tc>
        <w:tc>
          <w:tcPr>
            <w:tcW w:w="823" w:type="dxa"/>
          </w:tcPr>
          <w:p w14:paraId="12F13A8A" w14:textId="77777777" w:rsidR="009A7568" w:rsidRDefault="009A7568" w:rsidP="009A7568"/>
        </w:tc>
        <w:tc>
          <w:tcPr>
            <w:tcW w:w="3685" w:type="dxa"/>
            <w:vMerge/>
          </w:tcPr>
          <w:p w14:paraId="4B5F7661" w14:textId="77777777" w:rsidR="009A7568" w:rsidRDefault="009A7568" w:rsidP="009A7568"/>
        </w:tc>
      </w:tr>
      <w:tr w:rsidR="009A7568" w14:paraId="401FD832" w14:textId="77777777" w:rsidTr="00F862D6">
        <w:tc>
          <w:tcPr>
            <w:tcW w:w="1020" w:type="dxa"/>
          </w:tcPr>
          <w:p w14:paraId="39B1CC5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74F7F525" w14:textId="77777777" w:rsidR="009A7568" w:rsidRPr="003E6B9A" w:rsidRDefault="00F97CE6" w:rsidP="009A7568">
            <w:r>
              <w:t>724 932 387</w:t>
            </w:r>
          </w:p>
        </w:tc>
        <w:tc>
          <w:tcPr>
            <w:tcW w:w="823" w:type="dxa"/>
          </w:tcPr>
          <w:p w14:paraId="678495B5" w14:textId="77777777" w:rsidR="009A7568" w:rsidRDefault="009A7568" w:rsidP="009A7568"/>
        </w:tc>
        <w:tc>
          <w:tcPr>
            <w:tcW w:w="3685" w:type="dxa"/>
            <w:vMerge/>
          </w:tcPr>
          <w:p w14:paraId="647037F7" w14:textId="77777777" w:rsidR="009A7568" w:rsidRDefault="009A7568" w:rsidP="009A7568"/>
        </w:tc>
      </w:tr>
      <w:tr w:rsidR="009A7568" w14:paraId="79223D81" w14:textId="77777777" w:rsidTr="00F862D6">
        <w:tc>
          <w:tcPr>
            <w:tcW w:w="1020" w:type="dxa"/>
          </w:tcPr>
          <w:p w14:paraId="20B5CB5C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7947500D" w14:textId="77777777" w:rsidR="009A7568" w:rsidRPr="003E6B9A" w:rsidRDefault="00F97CE6" w:rsidP="006104F6">
            <w:r>
              <w:t>HolaM@spravazeleznic</w:t>
            </w:r>
            <w:r w:rsidR="00DC0946">
              <w:t>.cz</w:t>
            </w:r>
          </w:p>
        </w:tc>
        <w:tc>
          <w:tcPr>
            <w:tcW w:w="823" w:type="dxa"/>
          </w:tcPr>
          <w:p w14:paraId="3FD6F570" w14:textId="77777777" w:rsidR="009A7568" w:rsidRDefault="009A7568" w:rsidP="009A7568"/>
        </w:tc>
        <w:tc>
          <w:tcPr>
            <w:tcW w:w="3685" w:type="dxa"/>
            <w:vMerge/>
          </w:tcPr>
          <w:p w14:paraId="3492A720" w14:textId="77777777" w:rsidR="009A7568" w:rsidRDefault="009A7568" w:rsidP="009A7568"/>
        </w:tc>
      </w:tr>
      <w:tr w:rsidR="009A7568" w14:paraId="1356080D" w14:textId="77777777" w:rsidTr="00F862D6">
        <w:tc>
          <w:tcPr>
            <w:tcW w:w="1020" w:type="dxa"/>
          </w:tcPr>
          <w:p w14:paraId="319E779F" w14:textId="77777777" w:rsidR="009A7568" w:rsidRDefault="009A7568" w:rsidP="009A7568"/>
        </w:tc>
        <w:tc>
          <w:tcPr>
            <w:tcW w:w="2552" w:type="dxa"/>
          </w:tcPr>
          <w:p w14:paraId="275FEF0C" w14:textId="77777777" w:rsidR="009A7568" w:rsidRPr="003E6B9A" w:rsidRDefault="009A7568" w:rsidP="009A7568"/>
        </w:tc>
        <w:tc>
          <w:tcPr>
            <w:tcW w:w="823" w:type="dxa"/>
          </w:tcPr>
          <w:p w14:paraId="2662627F" w14:textId="77777777" w:rsidR="009A7568" w:rsidRDefault="009A7568" w:rsidP="009A7568"/>
        </w:tc>
        <w:tc>
          <w:tcPr>
            <w:tcW w:w="3685" w:type="dxa"/>
          </w:tcPr>
          <w:p w14:paraId="27697263" w14:textId="77777777" w:rsidR="009A7568" w:rsidRDefault="009A7568" w:rsidP="009A7568"/>
        </w:tc>
      </w:tr>
      <w:tr w:rsidR="009A7568" w14:paraId="505D2FE3" w14:textId="77777777" w:rsidTr="00F862D6">
        <w:tc>
          <w:tcPr>
            <w:tcW w:w="1020" w:type="dxa"/>
          </w:tcPr>
          <w:p w14:paraId="667F8428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44FDDD87" w14:textId="0B3C4D1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47C41">
              <w:rPr>
                <w:noProof/>
              </w:rPr>
              <w:t>9. března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A286C91" w14:textId="77777777" w:rsidR="009A7568" w:rsidRDefault="009A7568" w:rsidP="009A7568"/>
        </w:tc>
        <w:tc>
          <w:tcPr>
            <w:tcW w:w="3685" w:type="dxa"/>
          </w:tcPr>
          <w:p w14:paraId="5BD9DF6D" w14:textId="77777777" w:rsidR="009A7568" w:rsidRDefault="009A7568" w:rsidP="009A7568"/>
        </w:tc>
      </w:tr>
      <w:tr w:rsidR="00F64786" w14:paraId="4F3903DF" w14:textId="77777777" w:rsidTr="00F862D6">
        <w:tc>
          <w:tcPr>
            <w:tcW w:w="1020" w:type="dxa"/>
          </w:tcPr>
          <w:p w14:paraId="220308C2" w14:textId="77777777" w:rsidR="00F64786" w:rsidRDefault="00F64786" w:rsidP="0077673A"/>
        </w:tc>
        <w:tc>
          <w:tcPr>
            <w:tcW w:w="2552" w:type="dxa"/>
          </w:tcPr>
          <w:p w14:paraId="6973C68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99410E5" w14:textId="77777777" w:rsidR="00F64786" w:rsidRDefault="00F64786" w:rsidP="0077673A"/>
        </w:tc>
        <w:tc>
          <w:tcPr>
            <w:tcW w:w="3685" w:type="dxa"/>
          </w:tcPr>
          <w:p w14:paraId="6058F196" w14:textId="77777777" w:rsidR="00F64786" w:rsidRDefault="00F64786" w:rsidP="0077673A"/>
        </w:tc>
      </w:tr>
      <w:tr w:rsidR="00F862D6" w14:paraId="176B7891" w14:textId="77777777" w:rsidTr="00B45E9E">
        <w:trPr>
          <w:trHeight w:val="794"/>
        </w:trPr>
        <w:tc>
          <w:tcPr>
            <w:tcW w:w="1020" w:type="dxa"/>
          </w:tcPr>
          <w:p w14:paraId="59566FEE" w14:textId="77777777" w:rsidR="00F862D6" w:rsidRDefault="00F862D6" w:rsidP="0077673A"/>
        </w:tc>
        <w:tc>
          <w:tcPr>
            <w:tcW w:w="2552" w:type="dxa"/>
          </w:tcPr>
          <w:p w14:paraId="6410E935" w14:textId="77777777" w:rsidR="00F862D6" w:rsidRDefault="00F862D6" w:rsidP="00F310F8"/>
        </w:tc>
        <w:tc>
          <w:tcPr>
            <w:tcW w:w="823" w:type="dxa"/>
          </w:tcPr>
          <w:p w14:paraId="77CF77BC" w14:textId="77777777" w:rsidR="00F862D6" w:rsidRDefault="00F862D6" w:rsidP="0077673A"/>
        </w:tc>
        <w:tc>
          <w:tcPr>
            <w:tcW w:w="3685" w:type="dxa"/>
          </w:tcPr>
          <w:p w14:paraId="6D314D32" w14:textId="77777777" w:rsidR="00F862D6" w:rsidRDefault="00F862D6" w:rsidP="0077673A"/>
        </w:tc>
      </w:tr>
    </w:tbl>
    <w:p w14:paraId="10FD20D4" w14:textId="77777777" w:rsidR="00FC0FC3" w:rsidRPr="00FC0FC3" w:rsidRDefault="00CB7B5A" w:rsidP="00FC0FC3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C0FC3" w:rsidRPr="00FC0FC3">
        <w:rPr>
          <w:rFonts w:eastAsia="Calibri" w:cs="Times New Roman"/>
          <w:b/>
          <w:lang w:eastAsia="cs-CZ"/>
        </w:rPr>
        <w:t>Soubor 6 staveb:</w:t>
      </w:r>
    </w:p>
    <w:p w14:paraId="59E129CC" w14:textId="77777777" w:rsidR="00FC0FC3" w:rsidRPr="00FC0FC3" w:rsidRDefault="00FC0FC3" w:rsidP="00FC0FC3">
      <w:pPr>
        <w:spacing w:after="0" w:line="240" w:lineRule="auto"/>
        <w:rPr>
          <w:rFonts w:eastAsia="Calibri" w:cs="Times New Roman"/>
          <w:b/>
          <w:lang w:eastAsia="cs-CZ"/>
        </w:rPr>
      </w:pPr>
      <w:r w:rsidRPr="00FC0FC3">
        <w:rPr>
          <w:rFonts w:eastAsia="Calibri" w:cs="Times New Roman"/>
          <w:b/>
          <w:lang w:eastAsia="cs-CZ"/>
        </w:rPr>
        <w:t>A. „Doplnění závor na přejezdu v km 19,503 (P5013) trati Heřmanův Městec – Moravany“</w:t>
      </w:r>
    </w:p>
    <w:p w14:paraId="2E0D6D93" w14:textId="77777777" w:rsidR="00FC0FC3" w:rsidRPr="00FC0FC3" w:rsidRDefault="00FC0FC3" w:rsidP="00FC0FC3">
      <w:pPr>
        <w:spacing w:after="0" w:line="240" w:lineRule="auto"/>
        <w:rPr>
          <w:rFonts w:eastAsia="Calibri" w:cs="Times New Roman"/>
          <w:b/>
          <w:lang w:eastAsia="cs-CZ"/>
        </w:rPr>
      </w:pPr>
      <w:r w:rsidRPr="00FC0FC3">
        <w:rPr>
          <w:rFonts w:eastAsia="Calibri" w:cs="Times New Roman"/>
          <w:b/>
          <w:lang w:eastAsia="cs-CZ"/>
        </w:rPr>
        <w:t>B. „Doplnění závor na přejezdu v km 3,955 (P5030) trati Přelouč – Prachovice“</w:t>
      </w:r>
    </w:p>
    <w:p w14:paraId="54315A8C" w14:textId="77777777" w:rsidR="00FC0FC3" w:rsidRPr="00FC0FC3" w:rsidRDefault="00FC0FC3" w:rsidP="00FC0FC3">
      <w:pPr>
        <w:spacing w:after="0" w:line="240" w:lineRule="auto"/>
        <w:rPr>
          <w:rFonts w:eastAsia="Calibri" w:cs="Times New Roman"/>
          <w:b/>
          <w:lang w:eastAsia="cs-CZ"/>
        </w:rPr>
      </w:pPr>
      <w:r w:rsidRPr="00FC0FC3">
        <w:rPr>
          <w:rFonts w:eastAsia="Calibri" w:cs="Times New Roman"/>
          <w:b/>
          <w:lang w:eastAsia="cs-CZ"/>
        </w:rPr>
        <w:t>C. „Doplnění závor na přejezdu v km 41,763 (P6917) trati Svitavy – Žďárec u Skutče“</w:t>
      </w:r>
    </w:p>
    <w:p w14:paraId="046B84E7" w14:textId="77777777" w:rsidR="00FC0FC3" w:rsidRPr="00FC0FC3" w:rsidRDefault="00FC0FC3" w:rsidP="00FC0FC3">
      <w:pPr>
        <w:spacing w:after="0" w:line="240" w:lineRule="auto"/>
        <w:rPr>
          <w:rFonts w:eastAsia="Calibri" w:cs="Times New Roman"/>
          <w:b/>
          <w:lang w:eastAsia="cs-CZ"/>
        </w:rPr>
      </w:pPr>
      <w:r w:rsidRPr="00FC0FC3">
        <w:rPr>
          <w:rFonts w:eastAsia="Calibri" w:cs="Times New Roman"/>
          <w:b/>
          <w:lang w:eastAsia="cs-CZ"/>
        </w:rPr>
        <w:t>D. „Doplnění závor na přejezdu v km 48,085 (P5305) trati Havlíčkův Brod – Pardubice Rosice n L“</w:t>
      </w:r>
    </w:p>
    <w:p w14:paraId="2BD655CE" w14:textId="77777777" w:rsidR="00FC0FC3" w:rsidRPr="00FC0FC3" w:rsidRDefault="00FC0FC3" w:rsidP="00FC0FC3">
      <w:pPr>
        <w:spacing w:after="0" w:line="240" w:lineRule="auto"/>
        <w:rPr>
          <w:rFonts w:eastAsia="Calibri" w:cs="Times New Roman"/>
          <w:b/>
          <w:lang w:eastAsia="cs-CZ"/>
        </w:rPr>
      </w:pPr>
      <w:r w:rsidRPr="00FC0FC3">
        <w:rPr>
          <w:rFonts w:eastAsia="Calibri" w:cs="Times New Roman"/>
          <w:b/>
          <w:lang w:eastAsia="cs-CZ"/>
        </w:rPr>
        <w:t>E. „Doplnění závor na přejezdu v km 59,750 (P5321) trati Havlíčkův Brod – Pardubice Rosice n L“</w:t>
      </w:r>
    </w:p>
    <w:p w14:paraId="58A6890A" w14:textId="77777777" w:rsidR="00CB7B5A" w:rsidRDefault="00FC0FC3" w:rsidP="00FC0FC3">
      <w:pPr>
        <w:spacing w:after="0" w:line="240" w:lineRule="auto"/>
        <w:rPr>
          <w:rFonts w:eastAsia="Calibri" w:cs="Times New Roman"/>
          <w:lang w:eastAsia="cs-CZ"/>
        </w:rPr>
      </w:pPr>
      <w:r w:rsidRPr="00FC0FC3">
        <w:rPr>
          <w:rFonts w:eastAsia="Calibri" w:cs="Times New Roman"/>
          <w:b/>
          <w:lang w:eastAsia="cs-CZ"/>
        </w:rPr>
        <w:t>F. „Doplnění závor na přejezdu v km 71,113 (P5332) trati Havlíčkův Brod – Pardubice Rosice n L“</w:t>
      </w:r>
    </w:p>
    <w:p w14:paraId="07E4303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C0FC3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C0946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581B1AFA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E6D6F8" w14:textId="77777777" w:rsidR="00CB7B5A" w:rsidRPr="00DC0946" w:rsidRDefault="00CB7B5A" w:rsidP="00DC094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  <w:r w:rsidR="00DC0946">
        <w:rPr>
          <w:rFonts w:eastAsia="Calibri" w:cs="Times New Roman"/>
          <w:b/>
          <w:lang w:eastAsia="cs-CZ"/>
        </w:rPr>
        <w:t xml:space="preserve"> </w:t>
      </w:r>
      <w:r w:rsidR="00DC0946" w:rsidRPr="00DC0946">
        <w:rPr>
          <w:rFonts w:eastAsia="Calibri" w:cs="Times New Roman"/>
          <w:lang w:eastAsia="cs-CZ"/>
        </w:rPr>
        <w:t>Pokud zadavatel (objednatel) udává jako lhůtu odevzdání dokument</w:t>
      </w:r>
      <w:r w:rsidR="00DC0946">
        <w:rPr>
          <w:rFonts w:eastAsia="Calibri" w:cs="Times New Roman"/>
          <w:lang w:eastAsia="cs-CZ"/>
        </w:rPr>
        <w:t xml:space="preserve">ace k připomínkám v rozsahu pro </w:t>
      </w:r>
      <w:r w:rsidR="00DC0946" w:rsidRPr="00DC0946">
        <w:rPr>
          <w:rFonts w:eastAsia="Calibri" w:cs="Times New Roman"/>
          <w:lang w:eastAsia="cs-CZ"/>
        </w:rPr>
        <w:t xml:space="preserve">stavební povolení/ohlášení  do 6 měsíců od nabytí účinnosti </w:t>
      </w:r>
      <w:r w:rsidR="00DC0946">
        <w:rPr>
          <w:rFonts w:eastAsia="Calibri" w:cs="Times New Roman"/>
          <w:lang w:eastAsia="cs-CZ"/>
        </w:rPr>
        <w:t xml:space="preserve">smlouvy, uvažuje dále zadavatel </w:t>
      </w:r>
      <w:r w:rsidR="00DC0946" w:rsidRPr="00DC0946">
        <w:rPr>
          <w:rFonts w:eastAsia="Calibri" w:cs="Times New Roman"/>
          <w:lang w:eastAsia="cs-CZ"/>
        </w:rPr>
        <w:t>skutečnost, že dokladovou část u všech staveb uvedeného soub</w:t>
      </w:r>
      <w:r w:rsidR="00DC0946">
        <w:rPr>
          <w:rFonts w:eastAsia="Calibri" w:cs="Times New Roman"/>
          <w:lang w:eastAsia="cs-CZ"/>
        </w:rPr>
        <w:t xml:space="preserve">oru lze dokončit až po obdržení </w:t>
      </w:r>
      <w:r w:rsidR="00DC0946" w:rsidRPr="00DC0946">
        <w:rPr>
          <w:rFonts w:eastAsia="Calibri" w:cs="Times New Roman"/>
          <w:lang w:eastAsia="cs-CZ"/>
        </w:rPr>
        <w:t>připomínek k dokumentaci a některé doklady tak budou k di</w:t>
      </w:r>
      <w:r w:rsidR="00DC0946">
        <w:rPr>
          <w:rFonts w:eastAsia="Calibri" w:cs="Times New Roman"/>
          <w:lang w:eastAsia="cs-CZ"/>
        </w:rPr>
        <w:t xml:space="preserve">spozici za předpokladu dodržení </w:t>
      </w:r>
      <w:r w:rsidR="00DC0946" w:rsidRPr="00DC0946">
        <w:rPr>
          <w:rFonts w:eastAsia="Calibri" w:cs="Times New Roman"/>
          <w:lang w:eastAsia="cs-CZ"/>
        </w:rPr>
        <w:t>obvyklých lhůt (připomínky k dokumentaci, vyjádření dotčených orgánů státní</w:t>
      </w:r>
      <w:r w:rsidR="00DC0946">
        <w:rPr>
          <w:rFonts w:eastAsia="Calibri" w:cs="Times New Roman"/>
          <w:lang w:eastAsia="cs-CZ"/>
        </w:rPr>
        <w:t xml:space="preserve"> správy) až cca 9 měsíců </w:t>
      </w:r>
      <w:r w:rsidR="00DC0946" w:rsidRPr="00DC0946">
        <w:rPr>
          <w:rFonts w:eastAsia="Calibri" w:cs="Times New Roman"/>
          <w:lang w:eastAsia="cs-CZ"/>
        </w:rPr>
        <w:t>od nabytí účinnosti smlouvy, tzn., že stavební povolení s nabytím prá</w:t>
      </w:r>
      <w:r w:rsidR="00DC0946">
        <w:rPr>
          <w:rFonts w:eastAsia="Calibri" w:cs="Times New Roman"/>
          <w:lang w:eastAsia="cs-CZ"/>
        </w:rPr>
        <w:t xml:space="preserve">vní moci lze očekávat ve lhůtě </w:t>
      </w:r>
      <w:r w:rsidR="00DC0946" w:rsidRPr="00DC0946">
        <w:rPr>
          <w:rFonts w:eastAsia="Calibri" w:cs="Times New Roman"/>
          <w:lang w:eastAsia="cs-CZ"/>
        </w:rPr>
        <w:t>12 měsíců od nabytí účinnosti smlouvy?</w:t>
      </w:r>
    </w:p>
    <w:p w14:paraId="0CD19C06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5B40EF" w14:textId="05CBA191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  <w:r w:rsidRPr="00DC0946">
        <w:rPr>
          <w:rFonts w:eastAsia="Calibri" w:cs="Times New Roman"/>
          <w:b/>
          <w:color w:val="FF0000"/>
          <w:lang w:eastAsia="cs-CZ"/>
        </w:rPr>
        <w:t xml:space="preserve"> </w:t>
      </w:r>
      <w:r w:rsidR="00747C41" w:rsidRPr="00747C41">
        <w:rPr>
          <w:rFonts w:eastAsia="Calibri" w:cs="Times New Roman"/>
          <w:bCs/>
          <w:lang w:eastAsia="cs-CZ"/>
        </w:rPr>
        <w:t>P</w:t>
      </w:r>
      <w:r w:rsidR="00375D37" w:rsidRPr="00747C41">
        <w:rPr>
          <w:rFonts w:eastAsia="Calibri" w:cs="Times New Roman"/>
          <w:bCs/>
          <w:lang w:eastAsia="cs-CZ"/>
        </w:rPr>
        <w:t>latí termíny uvedené v zadávací dokumentaci</w:t>
      </w:r>
      <w:r w:rsidR="00747C41" w:rsidRPr="00747C41">
        <w:rPr>
          <w:rFonts w:eastAsia="Calibri" w:cs="Times New Roman"/>
          <w:bCs/>
          <w:lang w:eastAsia="cs-CZ"/>
        </w:rPr>
        <w:t>.</w:t>
      </w:r>
    </w:p>
    <w:p w14:paraId="27D6F7DA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CEF36AA" w14:textId="77777777" w:rsidR="00DC0946" w:rsidRDefault="00DC0946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111B1D" w14:textId="77777777" w:rsidR="00CB7B5A" w:rsidRPr="00DC0946" w:rsidRDefault="00CB7B5A" w:rsidP="00DC094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  <w:r w:rsidR="00DC0946">
        <w:rPr>
          <w:rFonts w:eastAsia="Calibri" w:cs="Times New Roman"/>
          <w:b/>
          <w:lang w:eastAsia="cs-CZ"/>
        </w:rPr>
        <w:t xml:space="preserve"> </w:t>
      </w:r>
      <w:r w:rsidR="00DC0946" w:rsidRPr="00DC0946">
        <w:rPr>
          <w:rFonts w:eastAsia="Calibri" w:cs="Times New Roman"/>
          <w:lang w:eastAsia="cs-CZ"/>
        </w:rPr>
        <w:t>Jakou lhůtu pro vydání připomínek k dokumentaci se zadavatel</w:t>
      </w:r>
      <w:r w:rsidR="00DC0946">
        <w:rPr>
          <w:rFonts w:eastAsia="Calibri" w:cs="Times New Roman"/>
          <w:lang w:eastAsia="cs-CZ"/>
        </w:rPr>
        <w:t xml:space="preserve"> (objednatel) zavazuje dodržet, </w:t>
      </w:r>
      <w:r w:rsidR="00DC0946" w:rsidRPr="00DC0946">
        <w:rPr>
          <w:rFonts w:eastAsia="Calibri" w:cs="Times New Roman"/>
          <w:lang w:eastAsia="cs-CZ"/>
        </w:rPr>
        <w:t>případně s jakou lhůtou má v harmonogramu postupu prací uchazeč počítat jako se lhůtou obvyklou?</w:t>
      </w:r>
    </w:p>
    <w:p w14:paraId="2B49C4AF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0B3A4D" w14:textId="1FD13156"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  <w:r w:rsidRPr="00DC0946">
        <w:rPr>
          <w:rFonts w:eastAsia="Calibri" w:cs="Times New Roman"/>
          <w:b/>
          <w:color w:val="FF0000"/>
          <w:lang w:eastAsia="cs-CZ"/>
        </w:rPr>
        <w:t xml:space="preserve"> </w:t>
      </w:r>
      <w:r w:rsidR="00A94F2D" w:rsidRPr="00747C41">
        <w:rPr>
          <w:rFonts w:eastAsia="Calibri" w:cs="Times New Roman"/>
          <w:lang w:eastAsia="cs-CZ"/>
        </w:rPr>
        <w:t xml:space="preserve">Zadavatel předpokládá lhůtu pro vydání připomínek v délce do </w:t>
      </w:r>
      <w:r w:rsidR="0067089D" w:rsidRPr="00747C41">
        <w:rPr>
          <w:rFonts w:eastAsia="Calibri" w:cs="Times New Roman"/>
          <w:lang w:eastAsia="cs-CZ"/>
        </w:rPr>
        <w:t>30 kalendářních dnů</w:t>
      </w:r>
      <w:r w:rsidR="00A94F2D" w:rsidRPr="00747C41">
        <w:rPr>
          <w:rFonts w:eastAsia="Calibri" w:cs="Times New Roman"/>
          <w:lang w:eastAsia="cs-CZ"/>
        </w:rPr>
        <w:t>.</w:t>
      </w:r>
    </w:p>
    <w:p w14:paraId="71C88372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467A6B3" w14:textId="77777777" w:rsidR="00DC0946" w:rsidRDefault="00DC0946" w:rsidP="00DC094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772E54A" w14:textId="77777777" w:rsidR="00DC0946" w:rsidRDefault="00DC0946" w:rsidP="00DC094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DD30D91" w14:textId="77777777" w:rsidR="00DC0946" w:rsidRPr="00DC0946" w:rsidRDefault="00DC0946" w:rsidP="00DC0946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Pr="00CB7B5A">
        <w:rPr>
          <w:rFonts w:eastAsia="Calibri" w:cs="Times New Roman"/>
          <w:b/>
          <w:lang w:eastAsia="cs-CZ"/>
        </w:rPr>
        <w:t>:</w:t>
      </w:r>
      <w:r w:rsidRPr="00DC0946">
        <w:rPr>
          <w:rFonts w:eastAsia="Calibri" w:cs="Times New Roman"/>
          <w:lang w:eastAsia="cs-CZ"/>
        </w:rPr>
        <w:t xml:space="preserve"> V dokumentu „Rekapitulace ceny díla“ jsou mj. uvedeny položky pro ocenění:</w:t>
      </w:r>
    </w:p>
    <w:p w14:paraId="04BC4AAC" w14:textId="77777777" w:rsidR="00DC0946" w:rsidRDefault="00DC0946" w:rsidP="00DC094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689578A" w14:textId="77777777" w:rsidR="00DC0946" w:rsidRPr="00DC0946" w:rsidRDefault="00DC0946" w:rsidP="00DC0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eastAsia="Calibri" w:cs="Times New Roman"/>
          <w:lang w:eastAsia="cs-CZ"/>
        </w:rPr>
      </w:pPr>
      <w:r w:rsidRPr="00DC0946">
        <w:rPr>
          <w:rFonts w:eastAsia="Calibri" w:cs="Times New Roman"/>
          <w:lang w:eastAsia="cs-CZ"/>
        </w:rPr>
        <w:t>Projektová dokumentace pro stavební povolení (DSP)</w:t>
      </w:r>
    </w:p>
    <w:p w14:paraId="1DF025AC" w14:textId="77777777" w:rsidR="00DC0946" w:rsidRPr="00DC0946" w:rsidRDefault="00DC0946" w:rsidP="00DC09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rPr>
          <w:rFonts w:eastAsia="Calibri" w:cs="Times New Roman"/>
          <w:lang w:eastAsia="cs-CZ"/>
        </w:rPr>
      </w:pPr>
      <w:r w:rsidRPr="00DC0946">
        <w:rPr>
          <w:rFonts w:eastAsia="Calibri" w:cs="Times New Roman"/>
          <w:lang w:eastAsia="cs-CZ"/>
        </w:rPr>
        <w:t>Projektová dokumentace pro provádění stavby (PDPS)</w:t>
      </w:r>
    </w:p>
    <w:p w14:paraId="20E1F77A" w14:textId="77777777" w:rsidR="00DC0946" w:rsidRDefault="00DC0946" w:rsidP="00DC094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DFBB72" w14:textId="77777777" w:rsidR="00DC0946" w:rsidRPr="00DC0946" w:rsidRDefault="00DC0946" w:rsidP="00DC094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C0946">
        <w:rPr>
          <w:rFonts w:eastAsia="Calibri" w:cs="Times New Roman"/>
          <w:lang w:eastAsia="cs-CZ"/>
        </w:rPr>
        <w:t>Znamená to, že Realizační dokumentaci stavby (RDS), tak jak je definován v pokynu „SŽDC PO</w:t>
      </w:r>
      <w:r w:rsidRPr="00DC0946">
        <w:rPr>
          <w:rFonts w:ascii="Cambria Math" w:eastAsia="Calibri" w:hAnsi="Cambria Math" w:cs="Cambria Math"/>
          <w:lang w:eastAsia="cs-CZ"/>
        </w:rPr>
        <w:t>‐</w:t>
      </w:r>
      <w:r w:rsidRPr="00DC0946">
        <w:rPr>
          <w:rFonts w:eastAsia="Calibri" w:cs="Times New Roman"/>
          <w:lang w:eastAsia="cs-CZ"/>
        </w:rPr>
        <w:t>07/2019</w:t>
      </w:r>
      <w:r w:rsidRPr="00DC0946">
        <w:rPr>
          <w:rFonts w:ascii="Cambria Math" w:eastAsia="Calibri" w:hAnsi="Cambria Math" w:cs="Cambria Math"/>
          <w:lang w:eastAsia="cs-CZ"/>
        </w:rPr>
        <w:t>‐</w:t>
      </w:r>
      <w:r w:rsidRPr="00DC0946">
        <w:rPr>
          <w:rFonts w:eastAsia="Calibri" w:cs="Times New Roman"/>
          <w:lang w:eastAsia="cs-CZ"/>
        </w:rPr>
        <w:t>G</w:t>
      </w:r>
      <w:r w:rsidRPr="00DC0946">
        <w:rPr>
          <w:rFonts w:ascii="Verdana" w:eastAsia="Calibri" w:hAnsi="Verdana" w:cs="Verdana"/>
          <w:lang w:eastAsia="cs-CZ"/>
        </w:rPr>
        <w:t>Ř</w:t>
      </w:r>
      <w:r w:rsidRPr="00DC0946">
        <w:rPr>
          <w:rFonts w:eastAsia="Calibri" w:cs="Times New Roman"/>
          <w:lang w:eastAsia="cs-CZ"/>
        </w:rPr>
        <w:t>, Aplikace novel vyhl</w:t>
      </w:r>
      <w:r w:rsidRPr="00DC0946">
        <w:rPr>
          <w:rFonts w:ascii="Verdana" w:eastAsia="Calibri" w:hAnsi="Verdana" w:cs="Verdana"/>
          <w:lang w:eastAsia="cs-CZ"/>
        </w:rPr>
        <w:t>áš</w:t>
      </w:r>
      <w:r w:rsidRPr="00DC0946">
        <w:rPr>
          <w:rFonts w:eastAsia="Calibri" w:cs="Times New Roman"/>
          <w:lang w:eastAsia="cs-CZ"/>
        </w:rPr>
        <w:t>ek o dokumentac</w:t>
      </w:r>
      <w:r w:rsidRPr="00DC0946">
        <w:rPr>
          <w:rFonts w:ascii="Verdana" w:eastAsia="Calibri" w:hAnsi="Verdana" w:cs="Verdana"/>
          <w:lang w:eastAsia="cs-CZ"/>
        </w:rPr>
        <w:t>í</w:t>
      </w:r>
      <w:r w:rsidRPr="00DC0946">
        <w:rPr>
          <w:rFonts w:eastAsia="Calibri" w:cs="Times New Roman"/>
          <w:lang w:eastAsia="cs-CZ"/>
        </w:rPr>
        <w:t>ch staveb</w:t>
      </w:r>
      <w:r w:rsidRPr="00DC0946">
        <w:rPr>
          <w:rFonts w:ascii="Verdana" w:eastAsia="Calibri" w:hAnsi="Verdana" w:cs="Verdana"/>
          <w:lang w:eastAsia="cs-CZ"/>
        </w:rPr>
        <w:t>“</w:t>
      </w:r>
      <w:r w:rsidRPr="00DC0946">
        <w:rPr>
          <w:rFonts w:eastAsia="Calibri" w:cs="Times New Roman"/>
          <w:lang w:eastAsia="cs-CZ"/>
        </w:rPr>
        <w:t xml:space="preserve"> nem</w:t>
      </w:r>
      <w:r w:rsidRPr="00DC0946">
        <w:rPr>
          <w:rFonts w:ascii="Verdana" w:eastAsia="Calibri" w:hAnsi="Verdana" w:cs="Verdana"/>
          <w:lang w:eastAsia="cs-CZ"/>
        </w:rPr>
        <w:t>á</w:t>
      </w:r>
      <w:r w:rsidRPr="00DC0946">
        <w:rPr>
          <w:rFonts w:eastAsia="Calibri" w:cs="Times New Roman"/>
          <w:lang w:eastAsia="cs-CZ"/>
        </w:rPr>
        <w:t xml:space="preserve"> uchaze</w:t>
      </w:r>
      <w:r w:rsidRPr="00DC0946">
        <w:rPr>
          <w:rFonts w:ascii="Verdana" w:eastAsia="Calibri" w:hAnsi="Verdana" w:cs="Verdana"/>
          <w:lang w:eastAsia="cs-CZ"/>
        </w:rPr>
        <w:t>č</w:t>
      </w:r>
      <w:r w:rsidRPr="00DC0946">
        <w:rPr>
          <w:rFonts w:eastAsia="Calibri" w:cs="Times New Roman"/>
          <w:lang w:eastAsia="cs-CZ"/>
        </w:rPr>
        <w:t xml:space="preserve"> oce</w:t>
      </w:r>
      <w:r w:rsidRPr="00DC0946">
        <w:rPr>
          <w:rFonts w:ascii="Verdana" w:eastAsia="Calibri" w:hAnsi="Verdana" w:cs="Verdana"/>
          <w:lang w:eastAsia="cs-CZ"/>
        </w:rPr>
        <w:t>ň</w:t>
      </w:r>
      <w:r w:rsidRPr="00DC0946">
        <w:rPr>
          <w:rFonts w:eastAsia="Calibri" w:cs="Times New Roman"/>
          <w:lang w:eastAsia="cs-CZ"/>
        </w:rPr>
        <w:t xml:space="preserve">ovat?  </w:t>
      </w:r>
    </w:p>
    <w:p w14:paraId="7D26B9C2" w14:textId="77777777" w:rsidR="00DC0946" w:rsidRPr="00DC0946" w:rsidRDefault="00DC0946" w:rsidP="00DC094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C0946">
        <w:rPr>
          <w:rFonts w:eastAsia="Calibri" w:cs="Times New Roman"/>
          <w:lang w:eastAsia="cs-CZ"/>
        </w:rPr>
        <w:t>Pokud ne, předpokládá zadavatel, že položka za RDS je součástí pl</w:t>
      </w:r>
      <w:r>
        <w:rPr>
          <w:rFonts w:eastAsia="Calibri" w:cs="Times New Roman"/>
          <w:lang w:eastAsia="cs-CZ"/>
        </w:rPr>
        <w:t xml:space="preserve">nění PS „zabezpečovací zařízení </w:t>
      </w:r>
      <w:r w:rsidRPr="00DC0946">
        <w:rPr>
          <w:rFonts w:eastAsia="Calibri" w:cs="Times New Roman"/>
          <w:lang w:eastAsia="cs-CZ"/>
        </w:rPr>
        <w:t>(PZS) železniční přejezd v km…“?</w:t>
      </w:r>
    </w:p>
    <w:p w14:paraId="51B15444" w14:textId="77777777" w:rsidR="00DC0946" w:rsidRPr="00CB7B5A" w:rsidRDefault="00DC0946" w:rsidP="00DC094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FA9A3C" w14:textId="76D69408" w:rsidR="00DC0946" w:rsidRDefault="00DC0946" w:rsidP="00DC0946">
      <w:pPr>
        <w:spacing w:after="0" w:line="240" w:lineRule="auto"/>
        <w:rPr>
          <w:rFonts w:eastAsia="Calibri" w:cs="Times New Roman"/>
          <w:bCs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67089D" w:rsidRPr="00747C41">
        <w:rPr>
          <w:rFonts w:eastAsia="Calibri" w:cs="Times New Roman"/>
          <w:bCs/>
          <w:lang w:eastAsia="cs-CZ"/>
        </w:rPr>
        <w:t>Položka za RDS je součástí plnění PS</w:t>
      </w:r>
      <w:r w:rsidR="00747C41">
        <w:rPr>
          <w:rFonts w:eastAsia="Calibri" w:cs="Times New Roman"/>
          <w:bCs/>
          <w:lang w:eastAsia="cs-CZ"/>
        </w:rPr>
        <w:t>.</w:t>
      </w:r>
    </w:p>
    <w:p w14:paraId="20F9E880" w14:textId="4F11ADF2" w:rsidR="00747C41" w:rsidRDefault="00747C41" w:rsidP="00DC094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44B0549" w14:textId="12EED752" w:rsidR="00747C41" w:rsidRDefault="00747C41" w:rsidP="00DC0946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lastRenderedPageBreak/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>
        <w:rPr>
          <w:rFonts w:eastAsia="Times New Roman" w:cs="Times New Roman"/>
          <w:lang w:eastAsia="cs-CZ"/>
        </w:rPr>
        <w:t>vatel lhůtu pro podání nabídek</w:t>
      </w:r>
      <w:r>
        <w:rPr>
          <w:rFonts w:eastAsia="Times New Roman" w:cs="Times New Roman"/>
          <w:lang w:eastAsia="cs-CZ"/>
        </w:rPr>
        <w:t>.</w:t>
      </w:r>
    </w:p>
    <w:p w14:paraId="6FC71890" w14:textId="7F21CF92" w:rsidR="00747C41" w:rsidRDefault="00747C41" w:rsidP="00DC0946">
      <w:pPr>
        <w:spacing w:after="0" w:line="240" w:lineRule="auto"/>
        <w:rPr>
          <w:rFonts w:eastAsia="Times New Roman" w:cs="Times New Roman"/>
          <w:lang w:eastAsia="cs-CZ"/>
        </w:rPr>
      </w:pPr>
    </w:p>
    <w:p w14:paraId="4F250F38" w14:textId="6487CCCD" w:rsidR="00747C41" w:rsidRDefault="00747C41" w:rsidP="00DC0946">
      <w:pPr>
        <w:spacing w:after="0" w:line="240" w:lineRule="auto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</w:t>
      </w:r>
      <w:bookmarkStart w:id="1" w:name="_GoBack"/>
      <w:bookmarkEnd w:id="1"/>
    </w:p>
    <w:p w14:paraId="7AD6A16A" w14:textId="6F84F1CE" w:rsidR="00747C41" w:rsidRDefault="00747C41" w:rsidP="00DC0946">
      <w:pPr>
        <w:spacing w:after="0" w:line="240" w:lineRule="auto"/>
        <w:rPr>
          <w:rFonts w:eastAsia="Times New Roman" w:cs="Times New Roman"/>
          <w:lang w:eastAsia="cs-CZ"/>
        </w:rPr>
      </w:pPr>
    </w:p>
    <w:p w14:paraId="1FB44C3E" w14:textId="77777777" w:rsidR="00747C41" w:rsidRPr="00CB7B5A" w:rsidRDefault="00747C41" w:rsidP="00747C4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7C41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4B591782" w14:textId="79440801" w:rsidR="00747C41" w:rsidRPr="00CB7B5A" w:rsidRDefault="00747C41" w:rsidP="00747C4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33E7BFF4" w14:textId="77777777" w:rsidR="00747C41" w:rsidRPr="00CB7B5A" w:rsidRDefault="00747C41" w:rsidP="00747C4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BBB26E" w14:textId="77777777" w:rsidR="00747C41" w:rsidRPr="00CB7B5A" w:rsidRDefault="00747C41" w:rsidP="00747C4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7B9080B" w14:textId="77777777" w:rsidR="00747C41" w:rsidRPr="00CB7B5A" w:rsidRDefault="00747C41" w:rsidP="00747C4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00765EEC" w14:textId="7025C072" w:rsidR="00747C41" w:rsidRDefault="00747C41" w:rsidP="00747C4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354C594" w14:textId="595A17CE" w:rsidR="00747C41" w:rsidRDefault="00747C41" w:rsidP="00747C4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502D99" w14:textId="65990112" w:rsidR="00747C41" w:rsidRDefault="00747C41" w:rsidP="00747C4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CB0E2B" w14:textId="50400E77" w:rsidR="00747C41" w:rsidRDefault="00747C41" w:rsidP="00747C4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77CCA3" w14:textId="77777777" w:rsidR="00747C41" w:rsidRPr="00CB7B5A" w:rsidRDefault="00747C41" w:rsidP="00747C4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8243DCD" w14:textId="77777777" w:rsidR="00747C41" w:rsidRPr="00CB7B5A" w:rsidRDefault="00747C41" w:rsidP="00747C41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163D8EA" w14:textId="77777777" w:rsidR="00747C41" w:rsidRPr="00CB7B5A" w:rsidRDefault="00747C41" w:rsidP="00747C41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6E85361D" w14:textId="77777777" w:rsidR="00747C41" w:rsidRPr="00CB7B5A" w:rsidRDefault="00747C41" w:rsidP="00747C41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0779DDB7" w14:textId="77777777" w:rsidR="00747C41" w:rsidRPr="00CB7B5A" w:rsidRDefault="00747C41" w:rsidP="00747C41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93B7923" w14:textId="77777777" w:rsidR="00747C41" w:rsidRPr="00CB7B5A" w:rsidRDefault="00747C41" w:rsidP="00747C41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4CE065BE" w14:textId="77777777" w:rsidR="00747C41" w:rsidRDefault="00747C41" w:rsidP="00CB7B5A"/>
    <w:sectPr w:rsidR="00747C41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2BA4F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2587EFCF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BB1D0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266CDA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E81264" w14:textId="03E3F9F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7C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7C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164B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69265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F0B543" w14:textId="77777777" w:rsidR="00F1715C" w:rsidRDefault="00F1715C" w:rsidP="00D831A3">
          <w:pPr>
            <w:pStyle w:val="Zpat"/>
          </w:pPr>
        </w:p>
      </w:tc>
    </w:tr>
  </w:tbl>
  <w:p w14:paraId="4CEBE18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31301E5" wp14:editId="0B3C52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29FEEA8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24428867" wp14:editId="2777ABC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1461F7F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E6D63A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E11ED" w14:textId="148EE99B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7C4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7C4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E29CB2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74A237BF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41877C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02F76582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7FDEE50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13AC54D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53FD4E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CD6C9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70E660A" w14:textId="77777777" w:rsidR="00490C88" w:rsidRDefault="00490C88" w:rsidP="00331004">
          <w:pPr>
            <w:pStyle w:val="Zpat"/>
          </w:pPr>
        </w:p>
      </w:tc>
    </w:tr>
  </w:tbl>
  <w:p w14:paraId="7594C53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665740BC" wp14:editId="3C5B54F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BEFBAD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D7A4C8" wp14:editId="69D95B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82EA3A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75F078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FD8BE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34F7FBEB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8E154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A25B19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D056A2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3C758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9C0984" w14:textId="77777777" w:rsidR="00F1715C" w:rsidRPr="00D6163D" w:rsidRDefault="00F1715C" w:rsidP="00D6163D">
          <w:pPr>
            <w:pStyle w:val="Druhdokumentu"/>
          </w:pPr>
        </w:p>
      </w:tc>
    </w:tr>
  </w:tbl>
  <w:p w14:paraId="731AE73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36B9DD2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51D92FE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505D01E" wp14:editId="3B0DD06D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9CF683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2A9CA12" w14:textId="77777777" w:rsidR="00F3199A" w:rsidRPr="00D6163D" w:rsidRDefault="00F3199A" w:rsidP="00FC6389">
          <w:pPr>
            <w:pStyle w:val="Druhdokumentu"/>
          </w:pPr>
        </w:p>
      </w:tc>
    </w:tr>
    <w:tr w:rsidR="00F3199A" w14:paraId="3D27740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365AEA8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C01A64D" wp14:editId="065598B7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EA312F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96D9CDC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2D9AC453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CD05590" wp14:editId="7F6F27D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67BDEA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56A7C3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75D37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7089D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47C41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94F2D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0946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97CE6"/>
    <w:rsid w:val="00FC0FC3"/>
    <w:rsid w:val="00FC6389"/>
    <w:rsid w:val="00FD15F2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2B17A0D"/>
  <w14:defaultImageDpi w14:val="32767"/>
  <w15:docId w15:val="{65CD5CC0-3FF9-44EF-84DF-736DD140A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43FD72E-8849-4647-B565-B8F8B0FAF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2</Pages>
  <Words>450</Words>
  <Characters>2661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2</cp:revision>
  <cp:lastPrinted>2021-03-09T07:44:00Z</cp:lastPrinted>
  <dcterms:created xsi:type="dcterms:W3CDTF">2021-03-09T08:55:00Z</dcterms:created>
  <dcterms:modified xsi:type="dcterms:W3CDTF">2021-03-09T08:55:00Z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